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2273" w14:textId="77777777" w:rsidR="00355027" w:rsidRPr="00355027" w:rsidRDefault="00355027" w:rsidP="00355027">
      <w:pPr>
        <w:suppressAutoHyphens/>
        <w:spacing w:after="0" w:line="240" w:lineRule="auto"/>
        <w:ind w:left="4248"/>
        <w:jc w:val="center"/>
        <w:rPr>
          <w:rFonts w:ascii="Corbel" w:hAnsi="Corbel"/>
          <w:bCs/>
          <w:i/>
          <w:lang w:eastAsia="ar-SA"/>
        </w:rPr>
      </w:pPr>
      <w:bookmarkStart w:id="0" w:name="_Hlk176178282"/>
      <w:r w:rsidRPr="00355027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5EF8E039" w14:textId="77777777" w:rsidR="003C65DC" w:rsidRDefault="003C65DC" w:rsidP="007D66F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</w:p>
    <w:p w14:paraId="14C4579A" w14:textId="449D3B4D" w:rsidR="007D66FA" w:rsidRPr="007D66FA" w:rsidRDefault="007D66FA" w:rsidP="007D66F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D66FA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B61668B" w14:textId="4F6D2A9C" w:rsidR="007D66FA" w:rsidRPr="007D66FA" w:rsidRDefault="007D66FA" w:rsidP="007D66F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D66FA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355027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D66FA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355027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2A7B3CA" w14:textId="77777777" w:rsidR="007D66FA" w:rsidRPr="007D66FA" w:rsidRDefault="007D66FA" w:rsidP="007D66F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D66FA">
        <w:rPr>
          <w:rFonts w:ascii="Corbel" w:hAnsi="Corbel"/>
          <w:i/>
          <w:sz w:val="20"/>
          <w:szCs w:val="20"/>
          <w:lang w:eastAsia="ar-SA"/>
        </w:rPr>
        <w:t>(skrajne daty</w:t>
      </w:r>
      <w:r w:rsidRPr="007D66FA">
        <w:rPr>
          <w:rFonts w:ascii="Corbel" w:hAnsi="Corbel"/>
          <w:sz w:val="20"/>
          <w:szCs w:val="20"/>
          <w:lang w:eastAsia="ar-SA"/>
        </w:rPr>
        <w:t>)</w:t>
      </w:r>
    </w:p>
    <w:p w14:paraId="26A94FA9" w14:textId="3D2F0D7A" w:rsidR="007D66FA" w:rsidRPr="007D66FA" w:rsidRDefault="007D66FA" w:rsidP="007D66F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D66FA">
        <w:rPr>
          <w:rFonts w:ascii="Corbel" w:hAnsi="Corbel"/>
          <w:sz w:val="20"/>
          <w:szCs w:val="20"/>
          <w:lang w:eastAsia="ar-SA"/>
        </w:rPr>
        <w:t>Rok akademicki 202</w:t>
      </w:r>
      <w:r w:rsidR="00355027">
        <w:rPr>
          <w:rFonts w:ascii="Corbel" w:hAnsi="Corbel"/>
          <w:sz w:val="20"/>
          <w:szCs w:val="20"/>
          <w:lang w:eastAsia="ar-SA"/>
        </w:rPr>
        <w:t>5</w:t>
      </w:r>
      <w:r w:rsidRPr="007D66FA">
        <w:rPr>
          <w:rFonts w:ascii="Corbel" w:hAnsi="Corbel"/>
          <w:sz w:val="20"/>
          <w:szCs w:val="20"/>
          <w:lang w:eastAsia="ar-SA"/>
        </w:rPr>
        <w:t>/202</w:t>
      </w:r>
      <w:r w:rsidR="00355027">
        <w:rPr>
          <w:rFonts w:ascii="Corbel" w:hAnsi="Corbel"/>
          <w:sz w:val="20"/>
          <w:szCs w:val="20"/>
          <w:lang w:eastAsia="ar-SA"/>
        </w:rPr>
        <w:t>6</w:t>
      </w:r>
    </w:p>
    <w:p w14:paraId="4861C2DD" w14:textId="77777777" w:rsidR="007D66FA" w:rsidRPr="007D66FA" w:rsidRDefault="007D66FA" w:rsidP="007D66FA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10750073" w14:textId="77777777" w:rsidR="003728BD" w:rsidRPr="00B169DF" w:rsidRDefault="003728BD" w:rsidP="003728B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728BD" w:rsidRPr="00B169DF" w14:paraId="0D6D6C21" w14:textId="77777777" w:rsidTr="00B83E2C">
        <w:tc>
          <w:tcPr>
            <w:tcW w:w="2694" w:type="dxa"/>
            <w:vAlign w:val="center"/>
          </w:tcPr>
          <w:p w14:paraId="739EF086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4016" w14:textId="77777777" w:rsidR="003728BD" w:rsidRPr="003C65DC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C65DC">
              <w:rPr>
                <w:rFonts w:ascii="Corbel" w:hAnsi="Corbel"/>
                <w:sz w:val="24"/>
                <w:szCs w:val="24"/>
              </w:rPr>
              <w:t>Prawo ochrony danych osobowych</w:t>
            </w:r>
          </w:p>
        </w:tc>
      </w:tr>
      <w:tr w:rsidR="003728BD" w:rsidRPr="00B169DF" w14:paraId="1077F1CC" w14:textId="77777777" w:rsidTr="00B83E2C">
        <w:tc>
          <w:tcPr>
            <w:tcW w:w="2694" w:type="dxa"/>
            <w:vAlign w:val="center"/>
          </w:tcPr>
          <w:p w14:paraId="39D9E330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6ED80ED" w14:textId="77777777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073">
              <w:rPr>
                <w:rFonts w:ascii="Corbel" w:hAnsi="Corbel"/>
                <w:b w:val="0"/>
                <w:sz w:val="24"/>
                <w:szCs w:val="24"/>
              </w:rPr>
              <w:t>A2SO33</w:t>
            </w:r>
          </w:p>
        </w:tc>
      </w:tr>
      <w:tr w:rsidR="003728BD" w:rsidRPr="00B169DF" w14:paraId="64B71705" w14:textId="77777777" w:rsidTr="00B83E2C">
        <w:tc>
          <w:tcPr>
            <w:tcW w:w="2694" w:type="dxa"/>
            <w:vAlign w:val="center"/>
          </w:tcPr>
          <w:p w14:paraId="6483CF96" w14:textId="77777777" w:rsidR="003728BD" w:rsidRPr="00B169DF" w:rsidRDefault="003728BD" w:rsidP="00B83E2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BF9B57" w14:textId="6BEAE0AB" w:rsidR="003728BD" w:rsidRPr="00B169DF" w:rsidRDefault="008F14DF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3728BD" w:rsidRPr="00B169DF" w14:paraId="22059D9E" w14:textId="77777777" w:rsidTr="00B83E2C">
        <w:tc>
          <w:tcPr>
            <w:tcW w:w="2694" w:type="dxa"/>
            <w:vAlign w:val="center"/>
          </w:tcPr>
          <w:p w14:paraId="5EFB006B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4BEE66" w14:textId="646D59FB" w:rsidR="003728BD" w:rsidRPr="00B169DF" w:rsidRDefault="008F14DF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3728BD">
              <w:rPr>
                <w:rFonts w:ascii="Corbel" w:hAnsi="Corbel"/>
                <w:b w:val="0"/>
                <w:sz w:val="24"/>
                <w:szCs w:val="24"/>
              </w:rPr>
              <w:t xml:space="preserve"> Prawa i Postępowania Administracyjnego</w:t>
            </w:r>
          </w:p>
        </w:tc>
      </w:tr>
      <w:tr w:rsidR="003728BD" w:rsidRPr="00B169DF" w14:paraId="7042DCD8" w14:textId="77777777" w:rsidTr="00B83E2C">
        <w:tc>
          <w:tcPr>
            <w:tcW w:w="2694" w:type="dxa"/>
            <w:vAlign w:val="center"/>
          </w:tcPr>
          <w:p w14:paraId="4C7C72B7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49B8C9" w14:textId="77777777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3728BD" w:rsidRPr="00B169DF" w14:paraId="3FB31015" w14:textId="77777777" w:rsidTr="00B83E2C">
        <w:tc>
          <w:tcPr>
            <w:tcW w:w="2694" w:type="dxa"/>
            <w:vAlign w:val="center"/>
          </w:tcPr>
          <w:p w14:paraId="501F44E7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A32443" w14:textId="77777777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3728BD" w:rsidRPr="00B169DF" w14:paraId="3891F52F" w14:textId="77777777" w:rsidTr="00B83E2C">
        <w:tc>
          <w:tcPr>
            <w:tcW w:w="2694" w:type="dxa"/>
            <w:vAlign w:val="center"/>
          </w:tcPr>
          <w:p w14:paraId="537CC521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A3521C" w14:textId="77777777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728BD" w:rsidRPr="00B169DF" w14:paraId="32FA7FE7" w14:textId="77777777" w:rsidTr="00B83E2C">
        <w:tc>
          <w:tcPr>
            <w:tcW w:w="2694" w:type="dxa"/>
            <w:vAlign w:val="center"/>
          </w:tcPr>
          <w:p w14:paraId="5277CD09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01BE9D" w14:textId="129165D3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</w:t>
            </w:r>
            <w:r w:rsidRPr="00892D7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728BD" w:rsidRPr="00B169DF" w14:paraId="0DA0E1B4" w14:textId="77777777" w:rsidTr="00B83E2C">
        <w:tc>
          <w:tcPr>
            <w:tcW w:w="2694" w:type="dxa"/>
            <w:vAlign w:val="center"/>
          </w:tcPr>
          <w:p w14:paraId="4F0985DA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B60DA3B" w14:textId="366E666E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F14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E383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92D75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3728BD" w:rsidRPr="00B169DF" w14:paraId="214FC7B6" w14:textId="77777777" w:rsidTr="00B83E2C">
        <w:tc>
          <w:tcPr>
            <w:tcW w:w="2694" w:type="dxa"/>
            <w:vAlign w:val="center"/>
          </w:tcPr>
          <w:p w14:paraId="6FFF68D1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64FD22" w14:textId="77777777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728BD" w:rsidRPr="00B169DF" w14:paraId="7BDC56D6" w14:textId="77777777" w:rsidTr="00B83E2C">
        <w:tc>
          <w:tcPr>
            <w:tcW w:w="2694" w:type="dxa"/>
            <w:vAlign w:val="center"/>
          </w:tcPr>
          <w:p w14:paraId="0CAD5A1A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6647C5" w14:textId="77777777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D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728BD" w:rsidRPr="00B169DF" w14:paraId="3A1BF7BE" w14:textId="77777777" w:rsidTr="00B83E2C">
        <w:tc>
          <w:tcPr>
            <w:tcW w:w="2694" w:type="dxa"/>
            <w:vAlign w:val="center"/>
          </w:tcPr>
          <w:p w14:paraId="4EFC3CC3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B3E9C5" w14:textId="77777777" w:rsidR="003728BD" w:rsidRPr="00B169DF" w:rsidRDefault="003728BD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3728BD" w:rsidRPr="00B169DF" w14:paraId="30819F5D" w14:textId="77777777" w:rsidTr="00B83E2C">
        <w:tc>
          <w:tcPr>
            <w:tcW w:w="2694" w:type="dxa"/>
            <w:vAlign w:val="center"/>
          </w:tcPr>
          <w:p w14:paraId="5DFC114F" w14:textId="77777777" w:rsidR="003728BD" w:rsidRPr="00B169DF" w:rsidRDefault="003728BD" w:rsidP="00B83E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30E302" w14:textId="4107FD7D" w:rsidR="003728BD" w:rsidRPr="00B169DF" w:rsidRDefault="009F15E2" w:rsidP="00B83E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15E2">
              <w:rPr>
                <w:rFonts w:ascii="Corbel" w:hAnsi="Corbel"/>
                <w:b w:val="0"/>
                <w:sz w:val="24"/>
                <w:szCs w:val="24"/>
              </w:rPr>
              <w:t>Pracownicy Katedry Prawa i Postępowania Administracyjnego zgodnie z obciążeniami</w:t>
            </w:r>
          </w:p>
        </w:tc>
      </w:tr>
    </w:tbl>
    <w:p w14:paraId="2EAD3307" w14:textId="77CB923E" w:rsidR="0085747A" w:rsidRPr="009C54AE" w:rsidRDefault="0085747A" w:rsidP="003728BD">
      <w:p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i/>
          <w:sz w:val="24"/>
          <w:szCs w:val="24"/>
        </w:rPr>
        <w:t>opcjonalni</w:t>
      </w:r>
      <w:r w:rsidR="00B90885"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 w:rsidR="00B90885">
        <w:rPr>
          <w:rFonts w:ascii="Corbel" w:hAnsi="Corbel"/>
          <w:i/>
          <w:sz w:val="24"/>
          <w:szCs w:val="24"/>
        </w:rPr>
        <w:t>w Jednostce</w:t>
      </w:r>
    </w:p>
    <w:p w14:paraId="0E18DA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9622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870"/>
        <w:gridCol w:w="915"/>
        <w:gridCol w:w="735"/>
        <w:gridCol w:w="825"/>
        <w:gridCol w:w="679"/>
        <w:gridCol w:w="948"/>
        <w:gridCol w:w="1189"/>
        <w:gridCol w:w="1505"/>
      </w:tblGrid>
      <w:tr w:rsidR="00015B8F" w:rsidRPr="009C54AE" w14:paraId="0E28AEB9" w14:textId="77777777" w:rsidTr="2CA97740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AB3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76315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11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6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8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F0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2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2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E2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C3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9B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D667A1" w14:textId="77777777" w:rsidTr="2CA97740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AE12" w14:textId="77777777" w:rsidR="00015B8F" w:rsidRPr="009C54AE" w:rsidRDefault="00AB00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D196" w14:textId="77777777" w:rsidR="00015B8F" w:rsidRPr="009C54AE" w:rsidRDefault="00AB00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5A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BF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48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18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EC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5A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4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1772" w14:textId="77777777" w:rsidR="00015B8F" w:rsidRPr="009C54AE" w:rsidRDefault="00AB00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2523E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37FC0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CD465A" w14:textId="1E1FD193" w:rsidR="0085747A" w:rsidRPr="009C54AE" w:rsidRDefault="00665BA6" w:rsidP="1ADB33E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65BA6">
        <w:rPr>
          <w:rFonts w:ascii="Segoe UI Symbol" w:eastAsia="MS Gothic" w:hAnsi="Segoe UI Symbol" w:cs="Segoe UI Symbol"/>
          <w:b w:val="0"/>
          <w:sz w:val="28"/>
          <w:szCs w:val="28"/>
        </w:rPr>
        <w:t xml:space="preserve">☐ </w:t>
      </w:r>
      <w:r w:rsidR="0085747A" w:rsidRPr="1ADB33E6">
        <w:rPr>
          <w:rFonts w:ascii="Corbel" w:hAnsi="Corbel"/>
          <w:b w:val="0"/>
          <w:smallCaps w:val="0"/>
        </w:rPr>
        <w:t xml:space="preserve">zajęcia w formie tradycyjnej </w:t>
      </w:r>
    </w:p>
    <w:p w14:paraId="1C10DD6A" w14:textId="18BEFC17" w:rsidR="0085747A" w:rsidRPr="009C54AE" w:rsidRDefault="000D7D3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5FE3">
        <w:rPr>
          <w:rFonts w:ascii="Corbel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0AE2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05525" w14:textId="56F0E114" w:rsidR="00E22FBC" w:rsidRPr="009C54AE" w:rsidRDefault="00E22FBC" w:rsidP="54EE01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4EE017F">
        <w:rPr>
          <w:rFonts w:ascii="Corbel" w:hAnsi="Corbel"/>
          <w:smallCaps w:val="0"/>
        </w:rPr>
        <w:t xml:space="preserve">1.3 </w:t>
      </w:r>
      <w:r>
        <w:tab/>
      </w:r>
      <w:r w:rsidRPr="54EE017F">
        <w:rPr>
          <w:rFonts w:ascii="Corbel" w:hAnsi="Corbel"/>
          <w:smallCaps w:val="0"/>
        </w:rPr>
        <w:t>For</w:t>
      </w:r>
      <w:r w:rsidR="00445970" w:rsidRPr="54EE017F">
        <w:rPr>
          <w:rFonts w:ascii="Corbel" w:hAnsi="Corbel"/>
          <w:smallCaps w:val="0"/>
        </w:rPr>
        <w:t>ma zaliczenia przedmiotu</w:t>
      </w:r>
      <w:r w:rsidRPr="54EE017F">
        <w:rPr>
          <w:rFonts w:ascii="Corbel" w:hAnsi="Corbel"/>
          <w:smallCaps w:val="0"/>
        </w:rPr>
        <w:t xml:space="preserve"> (z toku) </w:t>
      </w:r>
      <w:r w:rsidRPr="54EE017F">
        <w:rPr>
          <w:rFonts w:ascii="Corbel" w:hAnsi="Corbel"/>
          <w:b w:val="0"/>
          <w:smallCaps w:val="0"/>
        </w:rPr>
        <w:t>(egzamin, zaliczenie z oceną, zaliczenie bez oceny)</w:t>
      </w:r>
    </w:p>
    <w:p w14:paraId="2BEF1D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F300E" w14:textId="13FE3113" w:rsidR="00AB00EF" w:rsidRPr="000908AA" w:rsidRDefault="00AB00EF" w:rsidP="000908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908AA">
        <w:rPr>
          <w:rFonts w:ascii="Corbel" w:hAnsi="Corbel"/>
          <w:b w:val="0"/>
          <w:smallCaps w:val="0"/>
          <w:szCs w:val="24"/>
        </w:rPr>
        <w:t>Egzamin</w:t>
      </w:r>
      <w:r w:rsidR="000908AA" w:rsidRPr="00081718">
        <w:rPr>
          <w:rFonts w:ascii="Corbel" w:hAnsi="Corbel"/>
          <w:b w:val="0"/>
          <w:smallCaps w:val="0"/>
          <w:szCs w:val="24"/>
        </w:rPr>
        <w:t xml:space="preserve"> w formie pisemnej lub ustnej. </w:t>
      </w:r>
      <w:r w:rsidR="000908AA">
        <w:rPr>
          <w:rFonts w:ascii="Corbel" w:hAnsi="Corbel"/>
          <w:b w:val="0"/>
          <w:smallCaps w:val="0"/>
          <w:szCs w:val="24"/>
        </w:rPr>
        <w:t xml:space="preserve">Egzamin w formie </w:t>
      </w:r>
      <w:r w:rsidR="000908AA" w:rsidRPr="00081718">
        <w:rPr>
          <w:rFonts w:ascii="Corbel" w:hAnsi="Corbel"/>
          <w:b w:val="0"/>
          <w:smallCaps w:val="0"/>
          <w:szCs w:val="24"/>
        </w:rPr>
        <w:t>pisemn</w:t>
      </w:r>
      <w:r w:rsidR="000908AA">
        <w:rPr>
          <w:rFonts w:ascii="Corbel" w:hAnsi="Corbel"/>
          <w:b w:val="0"/>
          <w:smallCaps w:val="0"/>
          <w:szCs w:val="24"/>
        </w:rPr>
        <w:t>ej</w:t>
      </w:r>
      <w:r w:rsidR="000908AA" w:rsidRPr="00081718">
        <w:rPr>
          <w:rFonts w:ascii="Corbel" w:hAnsi="Corbel"/>
          <w:b w:val="0"/>
          <w:smallCaps w:val="0"/>
          <w:szCs w:val="24"/>
        </w:rPr>
        <w:t xml:space="preserve"> może zawierać pytania testowe, otwarte oraz problemy do rozwiązania.</w:t>
      </w:r>
    </w:p>
    <w:p w14:paraId="6BF348C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3BBCE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4EE017F">
        <w:rPr>
          <w:rFonts w:ascii="Corbel" w:hAnsi="Corbel"/>
        </w:rPr>
        <w:t xml:space="preserve">2.Wymagania wstępne </w:t>
      </w:r>
    </w:p>
    <w:p w14:paraId="3D153445" w14:textId="443CEAC6" w:rsidR="54EE017F" w:rsidRDefault="54EE017F" w:rsidP="54EE017F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87DB69" w14:textId="77777777" w:rsidTr="00745302">
        <w:tc>
          <w:tcPr>
            <w:tcW w:w="9670" w:type="dxa"/>
          </w:tcPr>
          <w:p w14:paraId="61CAD630" w14:textId="77777777" w:rsidR="0085747A" w:rsidRPr="009C54AE" w:rsidRDefault="00B554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4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prawa 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FF91B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32F41C" w14:textId="60EC2E61" w:rsidR="54EE017F" w:rsidRDefault="54EE017F">
      <w:r>
        <w:br w:type="page"/>
      </w:r>
    </w:p>
    <w:p w14:paraId="32941A29" w14:textId="7AD25E67" w:rsidR="0085747A" w:rsidRPr="00C05F44" w:rsidRDefault="0071620A" w:rsidP="54EE017F">
      <w:pPr>
        <w:pStyle w:val="Punktygwne"/>
        <w:spacing w:before="0" w:after="0"/>
        <w:rPr>
          <w:rFonts w:ascii="Corbel" w:hAnsi="Corbel"/>
        </w:rPr>
      </w:pPr>
      <w:r w:rsidRPr="54EE017F">
        <w:rPr>
          <w:rFonts w:ascii="Corbel" w:hAnsi="Corbel"/>
        </w:rPr>
        <w:lastRenderedPageBreak/>
        <w:t>3.</w:t>
      </w:r>
      <w:r w:rsidR="0085747A" w:rsidRPr="54EE017F">
        <w:rPr>
          <w:rFonts w:ascii="Corbel" w:hAnsi="Corbel"/>
        </w:rPr>
        <w:t xml:space="preserve"> </w:t>
      </w:r>
      <w:r w:rsidR="00A84C85" w:rsidRPr="54EE017F">
        <w:rPr>
          <w:rFonts w:ascii="Corbel" w:hAnsi="Corbel"/>
        </w:rPr>
        <w:t>cele, efekty uczenia się</w:t>
      </w:r>
      <w:r w:rsidR="0085747A" w:rsidRPr="54EE017F">
        <w:rPr>
          <w:rFonts w:ascii="Corbel" w:hAnsi="Corbel"/>
        </w:rPr>
        <w:t>, treści Programowe i stosowane metody Dydaktyczne</w:t>
      </w:r>
    </w:p>
    <w:p w14:paraId="76BC73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96C9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CEAF2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010CD5B" w14:textId="77777777" w:rsidTr="00B554A3">
        <w:tc>
          <w:tcPr>
            <w:tcW w:w="844" w:type="dxa"/>
            <w:vAlign w:val="center"/>
          </w:tcPr>
          <w:p w14:paraId="0122E56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2C87A83" w14:textId="77777777" w:rsidR="0085747A" w:rsidRPr="009C54AE" w:rsidRDefault="00B554A3" w:rsidP="00B554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54A3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studenta z przepisami o ochronie danych osobowych. </w:t>
            </w:r>
          </w:p>
        </w:tc>
      </w:tr>
      <w:tr w:rsidR="0085747A" w:rsidRPr="009C54AE" w14:paraId="1C96CCB3" w14:textId="77777777" w:rsidTr="00B554A3">
        <w:tc>
          <w:tcPr>
            <w:tcW w:w="844" w:type="dxa"/>
            <w:vAlign w:val="center"/>
          </w:tcPr>
          <w:p w14:paraId="2FA2F244" w14:textId="77777777" w:rsidR="0085747A" w:rsidRPr="009C54AE" w:rsidRDefault="00B554A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934E08A" w14:textId="77777777" w:rsidR="0085747A" w:rsidRPr="009C54AE" w:rsidRDefault="00B554A3" w:rsidP="00B554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</w:t>
            </w:r>
            <w:r w:rsidRPr="00B554A3">
              <w:rPr>
                <w:rFonts w:ascii="Corbel" w:hAnsi="Corbel"/>
                <w:b w:val="0"/>
                <w:sz w:val="24"/>
                <w:szCs w:val="24"/>
              </w:rPr>
              <w:t xml:space="preserve"> wykładu jest analiza prawnych rozwiązań w zakresie przetwarzania danych osobowych, zasad przetwarzania i ochrony danych, uprawnień osób, których dane dotyczą, oraz kontroli przestrzegania przepisów o ochronie danych osobowych.</w:t>
            </w:r>
          </w:p>
        </w:tc>
      </w:tr>
    </w:tbl>
    <w:p w14:paraId="6037BC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BF4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1341A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556395B6" w14:textId="77777777" w:rsidTr="005D566A">
        <w:tc>
          <w:tcPr>
            <w:tcW w:w="1678" w:type="dxa"/>
            <w:vAlign w:val="center"/>
          </w:tcPr>
          <w:p w14:paraId="15CAA5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1A4270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1E8A7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59F6272" w14:textId="77777777" w:rsidTr="005D566A">
        <w:tc>
          <w:tcPr>
            <w:tcW w:w="1678" w:type="dxa"/>
          </w:tcPr>
          <w:p w14:paraId="6873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B16A295" w14:textId="77777777" w:rsidR="0085747A" w:rsidRPr="009C54AE" w:rsidRDefault="00C35CE5" w:rsidP="00C35C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Dysponuje pogłębioną wiedzą 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ochrony danych osobowych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oraz zna kluczowe zagadnienia dotyczące relacji między organami a jednostką oraz zna kluczowe zagadnienia dotyczące tej problematyki.</w:t>
            </w:r>
          </w:p>
        </w:tc>
        <w:tc>
          <w:tcPr>
            <w:tcW w:w="1865" w:type="dxa"/>
          </w:tcPr>
          <w:p w14:paraId="1E67F7F0" w14:textId="77777777" w:rsidR="0085747A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699879F" w14:textId="77777777" w:rsidTr="005D566A">
        <w:tc>
          <w:tcPr>
            <w:tcW w:w="1678" w:type="dxa"/>
          </w:tcPr>
          <w:p w14:paraId="1E9061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240C180E" w14:textId="77777777" w:rsidR="0085747A" w:rsidRPr="009C54AE" w:rsidRDefault="00C35CE5" w:rsidP="00C35C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usystematyzowaną wiedzą na temat odpowiedzialności i etyki pracowników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na kluczowe zagadnienia dotyczące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 osób, których dane poddawane są przetwarzaniu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>bowiązki administratora i podmiotu przetwarzającego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tym zakresie.</w:t>
            </w:r>
          </w:p>
        </w:tc>
        <w:tc>
          <w:tcPr>
            <w:tcW w:w="1865" w:type="dxa"/>
          </w:tcPr>
          <w:p w14:paraId="7F038F33" w14:textId="77777777" w:rsidR="0085747A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5B908B08" w14:textId="77777777" w:rsidTr="005D566A">
        <w:tc>
          <w:tcPr>
            <w:tcW w:w="1678" w:type="dxa"/>
          </w:tcPr>
          <w:p w14:paraId="0AF4AE6A" w14:textId="77777777" w:rsidR="0085747A" w:rsidRPr="009C54AE" w:rsidRDefault="00B554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7D3CF34" w14:textId="77777777" w:rsidR="0085747A" w:rsidRPr="009C54AE" w:rsidRDefault="00C35CE5" w:rsidP="00C35C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Zna w stopniu zaawansowanym ogólne zasady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 oraz p</w:t>
            </w:r>
            <w:r w:rsidRPr="00C35CE5">
              <w:rPr>
                <w:rFonts w:ascii="Corbel" w:hAnsi="Corbel"/>
                <w:b w:val="0"/>
                <w:smallCaps w:val="0"/>
                <w:szCs w:val="24"/>
              </w:rPr>
              <w:t xml:space="preserve">odstawy dopuszczalności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 przetwarzania.</w:t>
            </w:r>
          </w:p>
        </w:tc>
        <w:tc>
          <w:tcPr>
            <w:tcW w:w="1865" w:type="dxa"/>
          </w:tcPr>
          <w:p w14:paraId="43C0EEA8" w14:textId="77777777" w:rsidR="0085747A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554A3" w:rsidRPr="009C54AE" w14:paraId="5BA6FA7F" w14:textId="77777777" w:rsidTr="005D566A">
        <w:tc>
          <w:tcPr>
            <w:tcW w:w="1678" w:type="dxa"/>
          </w:tcPr>
          <w:p w14:paraId="5332903D" w14:textId="77777777" w:rsidR="00B554A3" w:rsidRDefault="00B554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55D4684C" w14:textId="77777777" w:rsidR="00B554A3" w:rsidRPr="009C54AE" w:rsidRDefault="00000869" w:rsidP="000008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 i inne zachodzące w administracji oraz ich wzajemne relacje z wykorzystaniem wiedzy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osobowych.</w:t>
            </w:r>
          </w:p>
        </w:tc>
        <w:tc>
          <w:tcPr>
            <w:tcW w:w="1865" w:type="dxa"/>
          </w:tcPr>
          <w:p w14:paraId="50B21A47" w14:textId="77777777" w:rsidR="00B554A3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554A3" w:rsidRPr="009C54AE" w14:paraId="54621C89" w14:textId="77777777" w:rsidTr="005D566A">
        <w:tc>
          <w:tcPr>
            <w:tcW w:w="1678" w:type="dxa"/>
          </w:tcPr>
          <w:p w14:paraId="2FE4B8C6" w14:textId="77777777" w:rsidR="00B554A3" w:rsidRDefault="00B554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74914736" w14:textId="77777777" w:rsidR="00B554A3" w:rsidRPr="009C54AE" w:rsidRDefault="00000869" w:rsidP="000008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We właściwy sposób gromadzi i analizuje informacje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 i prawidłowo określa działania właściwych organów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tej materii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65E72B" w14:textId="77777777" w:rsidR="00B554A3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554A3" w:rsidRPr="009C54AE" w14:paraId="2CC92983" w14:textId="77777777" w:rsidTr="005D566A">
        <w:tc>
          <w:tcPr>
            <w:tcW w:w="1678" w:type="dxa"/>
          </w:tcPr>
          <w:p w14:paraId="52ED8B49" w14:textId="77777777" w:rsidR="00B554A3" w:rsidRDefault="00B554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E054F59" w14:textId="77777777" w:rsidR="00B554A3" w:rsidRPr="009C54AE" w:rsidRDefault="00000869" w:rsidP="000008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Wykazuje się specjalistycznymi umiejętnościami znajdowania podstaw prawnych, orzecznictwa i literatury dotyczącej problematyki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ochrony danych osobowych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, jak również 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proponuje konkretne rozwiązania.</w:t>
            </w:r>
          </w:p>
        </w:tc>
        <w:tc>
          <w:tcPr>
            <w:tcW w:w="1865" w:type="dxa"/>
          </w:tcPr>
          <w:p w14:paraId="2CC215C0" w14:textId="77777777" w:rsidR="00B554A3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554A3" w:rsidRPr="009C54AE" w14:paraId="367BAD53" w14:textId="77777777" w:rsidTr="005D566A">
        <w:tc>
          <w:tcPr>
            <w:tcW w:w="1678" w:type="dxa"/>
          </w:tcPr>
          <w:p w14:paraId="3C4A5A5C" w14:textId="77777777" w:rsidR="00B554A3" w:rsidRDefault="00B554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14:paraId="0B79581D" w14:textId="77777777" w:rsidR="00B554A3" w:rsidRPr="009C54AE" w:rsidRDefault="00000869" w:rsidP="00CC17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>otrafi przekonująco argumentować i interpr</w:t>
            </w:r>
            <w:r w:rsidR="00CC172A">
              <w:rPr>
                <w:rFonts w:ascii="Corbel" w:hAnsi="Corbel"/>
                <w:b w:val="0"/>
                <w:smallCaps w:val="0"/>
                <w:szCs w:val="24"/>
              </w:rPr>
              <w:t>etować zjawiska administracyjne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prawne, </w:t>
            </w:r>
            <w:r w:rsidR="00CC172A"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000869">
              <w:rPr>
                <w:rFonts w:ascii="Corbel" w:hAnsi="Corbel"/>
                <w:b w:val="0"/>
                <w:smallCaps w:val="0"/>
                <w:szCs w:val="24"/>
              </w:rPr>
              <w:t xml:space="preserve">w sytuacjach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dotyczących ochrony danych osobowych</w:t>
            </w:r>
          </w:p>
        </w:tc>
        <w:tc>
          <w:tcPr>
            <w:tcW w:w="1865" w:type="dxa"/>
          </w:tcPr>
          <w:p w14:paraId="4935F819" w14:textId="77777777" w:rsidR="00B554A3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7E03233" w14:textId="77777777" w:rsidR="005D566A" w:rsidRDefault="005D566A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B554A3" w:rsidRPr="009C54AE" w14:paraId="54D651A8" w14:textId="77777777" w:rsidTr="005D566A">
        <w:tc>
          <w:tcPr>
            <w:tcW w:w="1678" w:type="dxa"/>
          </w:tcPr>
          <w:p w14:paraId="41B5259D" w14:textId="5BBD4A82" w:rsidR="00B554A3" w:rsidRDefault="00B554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7" w:type="dxa"/>
          </w:tcPr>
          <w:p w14:paraId="5D70D76B" w14:textId="77777777" w:rsidR="00B554A3" w:rsidRPr="009C54AE" w:rsidRDefault="00CC172A" w:rsidP="00CC17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Jest gotowy samodzielnie i krytycznie uzupełniać wiedzę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 ochrony danych osobowych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t>, również na gruncie interdyscyplinarnym, oraz potrafi właściwie ją wykorzystać.</w:t>
            </w:r>
          </w:p>
        </w:tc>
        <w:tc>
          <w:tcPr>
            <w:tcW w:w="1865" w:type="dxa"/>
          </w:tcPr>
          <w:p w14:paraId="4D05067A" w14:textId="77777777" w:rsidR="00B554A3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554A3" w:rsidRPr="009C54AE" w14:paraId="13BD128E" w14:textId="77777777" w:rsidTr="005D566A">
        <w:tc>
          <w:tcPr>
            <w:tcW w:w="1678" w:type="dxa"/>
          </w:tcPr>
          <w:p w14:paraId="3D0783FB" w14:textId="77777777" w:rsidR="00B554A3" w:rsidRDefault="00B554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7" w:type="dxa"/>
          </w:tcPr>
          <w:p w14:paraId="645F07E0" w14:textId="77777777" w:rsidR="00B554A3" w:rsidRPr="009C54AE" w:rsidRDefault="00CC172A" w:rsidP="00CC17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 xml:space="preserve">Posiada zdolność do samodzielnego rozwiązywania problemów występujących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ochronie danych osobowych</w:t>
            </w:r>
            <w:r w:rsidRPr="00CC172A">
              <w:rPr>
                <w:rFonts w:ascii="Corbel" w:hAnsi="Corbel"/>
                <w:b w:val="0"/>
                <w:smallCaps w:val="0"/>
                <w:szCs w:val="24"/>
              </w:rPr>
              <w:t>, przekonująco argumentuje i interpretować występujące zjawiska w tym obszarze.</w:t>
            </w:r>
          </w:p>
        </w:tc>
        <w:tc>
          <w:tcPr>
            <w:tcW w:w="1865" w:type="dxa"/>
          </w:tcPr>
          <w:p w14:paraId="2CBE1875" w14:textId="77777777" w:rsidR="00B554A3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554A3" w:rsidRPr="009C54AE" w14:paraId="58F8BA2A" w14:textId="77777777" w:rsidTr="005D566A">
        <w:tc>
          <w:tcPr>
            <w:tcW w:w="1678" w:type="dxa"/>
          </w:tcPr>
          <w:p w14:paraId="577D8117" w14:textId="77777777" w:rsidR="00B554A3" w:rsidRDefault="00B554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4A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K_10</w:t>
            </w:r>
          </w:p>
        </w:tc>
        <w:tc>
          <w:tcPr>
            <w:tcW w:w="5977" w:type="dxa"/>
          </w:tcPr>
          <w:p w14:paraId="04CE2F58" w14:textId="77777777" w:rsidR="00B554A3" w:rsidRPr="009C54AE" w:rsidRDefault="00CC172A" w:rsidP="00C35C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2A">
              <w:rPr>
                <w:rFonts w:ascii="Corbel" w:hAnsi="Corbel"/>
                <w:b w:val="0"/>
                <w:smallCaps w:val="0"/>
                <w:szCs w:val="24"/>
              </w:rPr>
              <w:t>Jest gotowy działać na rzecz społeczeństwa, także w instytucjach publicznych i niepublicznych, wykorzystując nabytą wiedze i umiejętności zdobyte w trakcie zajęć z w/w tematyki.</w:t>
            </w:r>
          </w:p>
        </w:tc>
        <w:tc>
          <w:tcPr>
            <w:tcW w:w="1865" w:type="dxa"/>
          </w:tcPr>
          <w:p w14:paraId="74FAEA3A" w14:textId="77777777" w:rsidR="00B554A3" w:rsidRPr="009C54AE" w:rsidRDefault="00B554A3" w:rsidP="00B554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0AC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EEAA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7CA8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363793" w14:textId="77777777" w:rsidTr="2CA97740">
        <w:tc>
          <w:tcPr>
            <w:tcW w:w="9520" w:type="dxa"/>
          </w:tcPr>
          <w:p w14:paraId="54598AFF" w14:textId="77777777" w:rsidR="0085747A" w:rsidRPr="009C54AE" w:rsidRDefault="00E03793" w:rsidP="00B55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3793" w:rsidRPr="009C54AE" w14:paraId="3360613B" w14:textId="77777777" w:rsidTr="2CA97740">
        <w:tc>
          <w:tcPr>
            <w:tcW w:w="9520" w:type="dxa"/>
          </w:tcPr>
          <w:p w14:paraId="5CFEBB32" w14:textId="77777777" w:rsidR="00E03793" w:rsidRDefault="00E03793" w:rsidP="2CA97740">
            <w:pPr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>
              <w:rPr>
                <w:rFonts w:ascii="Corbel" w:hAnsi="Corbel"/>
                <w:sz w:val="24"/>
                <w:szCs w:val="24"/>
              </w:rPr>
              <w:t>1. Ochrona danych osobowych – pojęcie, geneza, regulacja prawna.</w:t>
            </w:r>
          </w:p>
        </w:tc>
      </w:tr>
      <w:tr w:rsidR="0085747A" w:rsidRPr="009C54AE" w14:paraId="03DBCF65" w14:textId="77777777" w:rsidTr="2CA97740">
        <w:tc>
          <w:tcPr>
            <w:tcW w:w="9520" w:type="dxa"/>
          </w:tcPr>
          <w:p w14:paraId="137ED5C6" w14:textId="77777777" w:rsidR="004B3C7F" w:rsidRPr="009C54AE" w:rsidRDefault="00E03793" w:rsidP="2CA97740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>
              <w:rPr>
                <w:rFonts w:ascii="Corbel" w:hAnsi="Corbel"/>
                <w:sz w:val="24"/>
                <w:szCs w:val="24"/>
              </w:rPr>
              <w:t>2. Zasady przetwarzania danych osobowych.</w:t>
            </w:r>
          </w:p>
        </w:tc>
      </w:tr>
      <w:tr w:rsidR="0085747A" w:rsidRPr="009C54AE" w14:paraId="570620A9" w14:textId="77777777" w:rsidTr="2CA97740">
        <w:tc>
          <w:tcPr>
            <w:tcW w:w="9520" w:type="dxa"/>
          </w:tcPr>
          <w:p w14:paraId="22B00D97" w14:textId="77777777" w:rsidR="0085747A" w:rsidRPr="009C54AE" w:rsidRDefault="5B87DCC0" w:rsidP="2CA97740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>
              <w:rPr>
                <w:rFonts w:ascii="Corbel" w:hAnsi="Corbel"/>
                <w:sz w:val="24"/>
                <w:szCs w:val="24"/>
              </w:rPr>
              <w:t>3. Podstawy dopuszczalności przetwarzania danych osobowych.</w:t>
            </w:r>
          </w:p>
        </w:tc>
      </w:tr>
      <w:tr w:rsidR="004B3C7F" w:rsidRPr="009C54AE" w14:paraId="0FADBA94" w14:textId="77777777" w:rsidTr="2CA97740">
        <w:tc>
          <w:tcPr>
            <w:tcW w:w="9520" w:type="dxa"/>
          </w:tcPr>
          <w:p w14:paraId="211FE630" w14:textId="77777777" w:rsidR="00CE0D0C" w:rsidRDefault="5B87DCC0" w:rsidP="2CA97740">
            <w:pPr>
              <w:pStyle w:val="Akapitzlist"/>
              <w:spacing w:after="0" w:line="240" w:lineRule="auto"/>
              <w:ind w:left="90" w:hanging="123"/>
              <w:rPr>
                <w:rFonts w:ascii="Corbel" w:hAnsi="Corbel"/>
                <w:sz w:val="24"/>
                <w:szCs w:val="24"/>
              </w:rPr>
            </w:pPr>
            <w:r w:rsidRPr="2CA97740">
              <w:rPr>
                <w:rFonts w:ascii="Corbel" w:hAnsi="Corbel"/>
                <w:sz w:val="24"/>
                <w:szCs w:val="24"/>
              </w:rPr>
              <w:t>4. Inspektor Ochrony Danych</w:t>
            </w:r>
            <w:r w:rsidR="3676BD3A" w:rsidRPr="2CA97740">
              <w:rPr>
                <w:rFonts w:ascii="Corbel" w:hAnsi="Corbel"/>
                <w:sz w:val="24"/>
                <w:szCs w:val="24"/>
              </w:rPr>
              <w:t>.</w:t>
            </w:r>
            <w:r w:rsidRPr="2CA9774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CE7D67" w14:textId="77777777" w:rsidR="004B3C7F" w:rsidRDefault="5B87DCC0" w:rsidP="2CA97740">
            <w:pPr>
              <w:pStyle w:val="Akapitzlist"/>
              <w:spacing w:after="0" w:line="240" w:lineRule="auto"/>
              <w:ind w:left="90" w:firstLine="103"/>
              <w:rPr>
                <w:rFonts w:ascii="Corbel" w:hAnsi="Corbel"/>
                <w:sz w:val="24"/>
                <w:szCs w:val="24"/>
              </w:rPr>
            </w:pPr>
            <w:r w:rsidRPr="2CA97740">
              <w:rPr>
                <w:rFonts w:ascii="Corbel" w:hAnsi="Corbel"/>
                <w:sz w:val="24"/>
                <w:szCs w:val="24"/>
              </w:rPr>
              <w:t>Prezes Urzędu Ochr</w:t>
            </w:r>
            <w:r w:rsidR="3676BD3A" w:rsidRPr="2CA97740">
              <w:rPr>
                <w:rFonts w:ascii="Corbel" w:hAnsi="Corbel"/>
                <w:sz w:val="24"/>
                <w:szCs w:val="24"/>
              </w:rPr>
              <w:t xml:space="preserve">ony Danych Osobowych jako organ </w:t>
            </w:r>
            <w:r w:rsidRPr="2CA97740">
              <w:rPr>
                <w:rFonts w:ascii="Corbel" w:hAnsi="Corbel"/>
                <w:sz w:val="24"/>
                <w:szCs w:val="24"/>
              </w:rPr>
              <w:t>nadzorczy</w:t>
            </w:r>
            <w:r w:rsidR="3676BD3A" w:rsidRPr="2CA977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3C7F" w:rsidRPr="009C54AE" w14:paraId="7B96268E" w14:textId="77777777" w:rsidTr="2CA97740">
        <w:tc>
          <w:tcPr>
            <w:tcW w:w="9520" w:type="dxa"/>
          </w:tcPr>
          <w:p w14:paraId="16DB714C" w14:textId="77777777" w:rsidR="00F07B07" w:rsidRDefault="3676BD3A" w:rsidP="2CA97740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2CA97740">
              <w:rPr>
                <w:rFonts w:ascii="Corbel" w:hAnsi="Corbel"/>
                <w:sz w:val="24"/>
                <w:szCs w:val="24"/>
              </w:rPr>
              <w:t>5. Odpowiedzialność za niezgodne z prawem przetwarzanie danych osobowych.</w:t>
            </w:r>
          </w:p>
        </w:tc>
      </w:tr>
      <w:tr w:rsidR="00F07B07" w:rsidRPr="009C54AE" w14:paraId="552ECBBA" w14:textId="77777777" w:rsidTr="2CA97740">
        <w:tc>
          <w:tcPr>
            <w:tcW w:w="9520" w:type="dxa"/>
          </w:tcPr>
          <w:p w14:paraId="3F485698" w14:textId="1809CA69" w:rsidR="00F07B07" w:rsidRDefault="00396AED" w:rsidP="2CA97740">
            <w:pPr>
              <w:pStyle w:val="Akapitzlist"/>
              <w:spacing w:after="0" w:line="240" w:lineRule="auto"/>
              <w:ind w:left="90" w:hanging="9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F07B07" w:rsidRPr="2CA97740">
              <w:rPr>
                <w:rFonts w:ascii="Corbel" w:hAnsi="Corbel"/>
                <w:sz w:val="24"/>
                <w:szCs w:val="24"/>
              </w:rPr>
              <w:t>. Cyberbezpieczeństwo a ochrona danych osobowych.</w:t>
            </w:r>
          </w:p>
        </w:tc>
      </w:tr>
    </w:tbl>
    <w:p w14:paraId="7F4A757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40D576D" w14:textId="19B0F7CD" w:rsidR="000A044E" w:rsidRDefault="000A044E" w:rsidP="000A04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B6455DD">
        <w:rPr>
          <w:rFonts w:ascii="Corbel" w:hAnsi="Corbel"/>
          <w:sz w:val="24"/>
          <w:szCs w:val="24"/>
        </w:rPr>
        <w:t>Problematyka ćwiczeń, konwersator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laborator</w:t>
      </w:r>
      <w:r>
        <w:rPr>
          <w:rFonts w:ascii="Corbel" w:hAnsi="Corbel"/>
          <w:sz w:val="24"/>
          <w:szCs w:val="24"/>
        </w:rPr>
        <w:t>iów</w:t>
      </w:r>
      <w:r w:rsidRPr="6B6455DD">
        <w:rPr>
          <w:rFonts w:ascii="Corbel" w:hAnsi="Corbel"/>
          <w:sz w:val="24"/>
          <w:szCs w:val="24"/>
        </w:rPr>
        <w:t>, zajęć praktycznych</w:t>
      </w:r>
    </w:p>
    <w:p w14:paraId="08E395E8" w14:textId="77777777" w:rsidR="000A044E" w:rsidRPr="000A044E" w:rsidRDefault="000A044E" w:rsidP="000A044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A044E" w:rsidRPr="00B169DF" w14:paraId="5EF16309" w14:textId="77777777" w:rsidTr="000908AA">
        <w:tc>
          <w:tcPr>
            <w:tcW w:w="9520" w:type="dxa"/>
          </w:tcPr>
          <w:p w14:paraId="456C186A" w14:textId="77777777" w:rsidR="000A044E" w:rsidRPr="00B169DF" w:rsidRDefault="000A044E" w:rsidP="00B83E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044E" w:rsidRPr="00B169DF" w14:paraId="2E2C0F03" w14:textId="77777777" w:rsidTr="000908AA">
        <w:tc>
          <w:tcPr>
            <w:tcW w:w="9520" w:type="dxa"/>
          </w:tcPr>
          <w:p w14:paraId="6D7149E0" w14:textId="6636C63C" w:rsidR="000A044E" w:rsidRPr="00B169DF" w:rsidRDefault="000908AA" w:rsidP="00B83E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8CF7A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A1459E" w14:textId="77777777" w:rsidR="00CC172A" w:rsidRPr="00CC172A" w:rsidRDefault="009F4610" w:rsidP="00CC172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F875ED" w14:textId="714CF5BD" w:rsidR="00CC172A" w:rsidRPr="00CC172A" w:rsidRDefault="00EF5C31" w:rsidP="2CA97740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</w:rPr>
      </w:pPr>
      <w:r w:rsidRPr="00CC172A">
        <w:rPr>
          <w:rFonts w:ascii="Corbel" w:hAnsi="Corbel"/>
          <w:smallCaps w:val="0"/>
          <w:szCs w:val="24"/>
        </w:rPr>
        <w:t>Wykład:</w:t>
      </w:r>
      <w:r w:rsidRPr="00CC172A">
        <w:rPr>
          <w:rFonts w:ascii="Corbel" w:hAnsi="Corbel"/>
          <w:b w:val="0"/>
          <w:smallCaps w:val="0"/>
          <w:szCs w:val="24"/>
        </w:rPr>
        <w:t xml:space="preserve"> </w:t>
      </w:r>
      <w:r w:rsidR="00CC172A" w:rsidRPr="2CA97740">
        <w:rPr>
          <w:rFonts w:ascii="Corbel" w:hAnsi="Corbel"/>
          <w:b w:val="0"/>
          <w:smallCaps w:val="0"/>
        </w:rPr>
        <w:t xml:space="preserve">wykład problemowy, </w:t>
      </w:r>
      <w:r w:rsidR="000A044E" w:rsidRPr="000A044E">
        <w:rPr>
          <w:rFonts w:ascii="Corbel" w:hAnsi="Corbel"/>
          <w:b w:val="0"/>
          <w:smallCaps w:val="0"/>
        </w:rPr>
        <w:t>wykład z prezentacją multimedialną</w:t>
      </w:r>
      <w:r w:rsidR="000A044E">
        <w:rPr>
          <w:rFonts w:ascii="Corbel" w:hAnsi="Corbel"/>
          <w:b w:val="0"/>
          <w:smallCaps w:val="0"/>
        </w:rPr>
        <w:t xml:space="preserve">, </w:t>
      </w:r>
      <w:r w:rsidR="00CC172A" w:rsidRPr="2CA97740">
        <w:rPr>
          <w:rFonts w:ascii="Corbel" w:hAnsi="Corbel"/>
          <w:b w:val="0"/>
          <w:smallCaps w:val="0"/>
        </w:rPr>
        <w:t xml:space="preserve">analiza i interpretacja tekstów źródłowych. </w:t>
      </w:r>
    </w:p>
    <w:p w14:paraId="61D0A910" w14:textId="77777777" w:rsidR="00CC172A" w:rsidRDefault="00CC172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F2ABD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B75F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E7D4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FFE5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C172A" w:rsidRPr="009C54AE" w14:paraId="1AD3F002" w14:textId="77777777" w:rsidTr="00CC172A">
        <w:tc>
          <w:tcPr>
            <w:tcW w:w="1962" w:type="dxa"/>
            <w:vAlign w:val="center"/>
          </w:tcPr>
          <w:p w14:paraId="6F5CAF75" w14:textId="77777777" w:rsidR="00CC172A" w:rsidRPr="009C54AE" w:rsidRDefault="00CC172A" w:rsidP="00B83E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C41EA1" w14:textId="77777777" w:rsidR="00CC172A" w:rsidRPr="009C54AE" w:rsidRDefault="00CC172A" w:rsidP="00B83E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7DB88" w14:textId="77777777" w:rsidR="00CC172A" w:rsidRPr="009C54AE" w:rsidRDefault="00CC172A" w:rsidP="00B83E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0DD077" w14:textId="77777777" w:rsidR="00CC172A" w:rsidRPr="009C54AE" w:rsidRDefault="00CC172A" w:rsidP="00B83E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0339F9" w14:textId="77777777" w:rsidR="00CC172A" w:rsidRPr="009C54AE" w:rsidRDefault="00CC172A" w:rsidP="00B83E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C172A" w:rsidRPr="004B2B57" w14:paraId="3BC0CB1B" w14:textId="77777777" w:rsidTr="00CC172A">
        <w:tc>
          <w:tcPr>
            <w:tcW w:w="1962" w:type="dxa"/>
          </w:tcPr>
          <w:p w14:paraId="4FAB3B71" w14:textId="77777777" w:rsidR="00CC172A" w:rsidRPr="000A044E" w:rsidRDefault="00CC172A" w:rsidP="000A0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7143929" w14:textId="77777777" w:rsidR="00CC172A" w:rsidRPr="000A044E" w:rsidRDefault="00CC172A" w:rsidP="000A044E">
            <w:pPr>
              <w:spacing w:after="0"/>
              <w:rPr>
                <w:rFonts w:ascii="Corbel" w:hAnsi="Corbel"/>
                <w:b/>
              </w:rPr>
            </w:pPr>
            <w:r w:rsidRPr="000A044E">
              <w:rPr>
                <w:rFonts w:ascii="Corbel" w:hAnsi="Corbel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5DE1D54D" w14:textId="77777777" w:rsidR="00CC172A" w:rsidRPr="000A044E" w:rsidRDefault="00F07B07" w:rsidP="00B83E2C">
            <w:pPr>
              <w:rPr>
                <w:rFonts w:ascii="Corbel" w:hAnsi="Corbel"/>
                <w:b/>
              </w:rPr>
            </w:pPr>
            <w:r w:rsidRPr="000A044E">
              <w:rPr>
                <w:rFonts w:ascii="Corbel" w:hAnsi="Corbel"/>
              </w:rPr>
              <w:t xml:space="preserve">w, </w:t>
            </w:r>
          </w:p>
        </w:tc>
      </w:tr>
      <w:tr w:rsidR="00CC172A" w:rsidRPr="004B2B57" w14:paraId="26AE3761" w14:textId="77777777" w:rsidTr="00CC172A">
        <w:tc>
          <w:tcPr>
            <w:tcW w:w="1962" w:type="dxa"/>
          </w:tcPr>
          <w:p w14:paraId="6E3CA65E" w14:textId="77777777" w:rsidR="00CC172A" w:rsidRPr="000A044E" w:rsidRDefault="00CC172A" w:rsidP="000A0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C76301" w14:textId="77777777" w:rsidR="00CC172A" w:rsidRPr="000A044E" w:rsidRDefault="00CC172A" w:rsidP="000A044E">
            <w:pPr>
              <w:spacing w:after="0"/>
              <w:rPr>
                <w:rFonts w:ascii="Corbel" w:hAnsi="Corbel"/>
                <w:b/>
              </w:rPr>
            </w:pPr>
            <w:r w:rsidRPr="000A044E">
              <w:rPr>
                <w:rFonts w:ascii="Corbel" w:hAnsi="Corbel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272DE4C6" w14:textId="77777777" w:rsidR="00CC172A" w:rsidRPr="000A044E" w:rsidRDefault="00F07B07" w:rsidP="00B83E2C">
            <w:pPr>
              <w:rPr>
                <w:rFonts w:ascii="Corbel" w:hAnsi="Corbel"/>
                <w:b/>
              </w:rPr>
            </w:pPr>
            <w:r w:rsidRPr="000A044E">
              <w:rPr>
                <w:rFonts w:ascii="Corbel" w:hAnsi="Corbel"/>
              </w:rPr>
              <w:t xml:space="preserve">w, </w:t>
            </w:r>
          </w:p>
        </w:tc>
      </w:tr>
      <w:tr w:rsidR="00CC172A" w:rsidRPr="00426CD3" w14:paraId="0B87B52A" w14:textId="77777777" w:rsidTr="00CC172A">
        <w:tc>
          <w:tcPr>
            <w:tcW w:w="1962" w:type="dxa"/>
          </w:tcPr>
          <w:p w14:paraId="048F479A" w14:textId="77777777" w:rsidR="00CC172A" w:rsidRPr="000A044E" w:rsidRDefault="00CC172A" w:rsidP="000A0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7BA9DBD" w14:textId="77777777" w:rsidR="00CC172A" w:rsidRPr="000A044E" w:rsidRDefault="00CC172A" w:rsidP="000A044E">
            <w:pPr>
              <w:spacing w:after="0"/>
              <w:rPr>
                <w:rFonts w:ascii="Corbel" w:hAnsi="Corbel"/>
                <w:b/>
              </w:rPr>
            </w:pPr>
            <w:r w:rsidRPr="000A044E">
              <w:rPr>
                <w:rFonts w:ascii="Corbel" w:hAnsi="Corbel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1D421761" w14:textId="77777777" w:rsidR="00CC172A" w:rsidRPr="000A044E" w:rsidRDefault="00F07B07" w:rsidP="00B83E2C">
            <w:pPr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 xml:space="preserve">w, </w:t>
            </w:r>
          </w:p>
        </w:tc>
      </w:tr>
      <w:tr w:rsidR="00CC172A" w:rsidRPr="004B2B57" w14:paraId="34395770" w14:textId="77777777" w:rsidTr="00CC172A">
        <w:tc>
          <w:tcPr>
            <w:tcW w:w="1962" w:type="dxa"/>
          </w:tcPr>
          <w:p w14:paraId="703DC653" w14:textId="77777777" w:rsidR="00CC172A" w:rsidRPr="000A044E" w:rsidRDefault="00CC172A" w:rsidP="000A0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441" w:type="dxa"/>
          </w:tcPr>
          <w:p w14:paraId="0CEE5597" w14:textId="77777777" w:rsidR="00CC172A" w:rsidRPr="000A044E" w:rsidRDefault="00CC172A" w:rsidP="000A044E">
            <w:pPr>
              <w:spacing w:after="0"/>
              <w:rPr>
                <w:rFonts w:ascii="Corbel" w:hAnsi="Corbel"/>
                <w:b/>
              </w:rPr>
            </w:pPr>
            <w:r w:rsidRPr="000A044E">
              <w:rPr>
                <w:rFonts w:ascii="Corbel" w:hAnsi="Corbel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3F622BDB" w14:textId="77777777" w:rsidR="00CC172A" w:rsidRPr="000A044E" w:rsidRDefault="00F07B07" w:rsidP="00B83E2C">
            <w:pPr>
              <w:rPr>
                <w:rFonts w:ascii="Corbel" w:hAnsi="Corbel"/>
                <w:b/>
              </w:rPr>
            </w:pPr>
            <w:r w:rsidRPr="000A044E">
              <w:rPr>
                <w:rFonts w:ascii="Corbel" w:hAnsi="Corbel"/>
              </w:rPr>
              <w:t xml:space="preserve">w, </w:t>
            </w:r>
          </w:p>
        </w:tc>
      </w:tr>
      <w:tr w:rsidR="00CC172A" w:rsidRPr="00286E96" w14:paraId="611B782D" w14:textId="77777777" w:rsidTr="00CC172A">
        <w:tc>
          <w:tcPr>
            <w:tcW w:w="1962" w:type="dxa"/>
          </w:tcPr>
          <w:p w14:paraId="16DC263A" w14:textId="77777777" w:rsidR="00CC172A" w:rsidRPr="000A044E" w:rsidRDefault="00CC172A" w:rsidP="000A0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6B33DF0" w14:textId="77777777" w:rsidR="00CC172A" w:rsidRPr="000A044E" w:rsidRDefault="00CC172A" w:rsidP="000A044E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755BE2DF" w14:textId="77777777" w:rsidR="00CC172A" w:rsidRPr="000A044E" w:rsidRDefault="00F07B07" w:rsidP="00B83E2C">
            <w:pPr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 xml:space="preserve">w, </w:t>
            </w:r>
          </w:p>
        </w:tc>
      </w:tr>
      <w:tr w:rsidR="00CC172A" w:rsidRPr="00286E96" w14:paraId="66BF1F98" w14:textId="77777777" w:rsidTr="00CC172A">
        <w:tc>
          <w:tcPr>
            <w:tcW w:w="1962" w:type="dxa"/>
          </w:tcPr>
          <w:p w14:paraId="75DE373A" w14:textId="77777777" w:rsidR="00CC172A" w:rsidRPr="000A044E" w:rsidRDefault="00CC172A" w:rsidP="000A0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68F9A6F3" w14:textId="77777777" w:rsidR="00CC172A" w:rsidRPr="000A044E" w:rsidRDefault="00CC172A" w:rsidP="000A044E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4C86B449" w14:textId="77777777" w:rsidR="00CC172A" w:rsidRPr="000A044E" w:rsidRDefault="00F07B07" w:rsidP="00B83E2C">
            <w:pPr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 xml:space="preserve">w, </w:t>
            </w:r>
          </w:p>
        </w:tc>
      </w:tr>
      <w:tr w:rsidR="00CC172A" w:rsidRPr="00286E96" w14:paraId="6DCA701D" w14:textId="77777777" w:rsidTr="00CC172A">
        <w:tc>
          <w:tcPr>
            <w:tcW w:w="1962" w:type="dxa"/>
          </w:tcPr>
          <w:p w14:paraId="4D2C0A92" w14:textId="77777777" w:rsidR="00CC172A" w:rsidRPr="000A044E" w:rsidRDefault="00CC172A" w:rsidP="000A04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2D9E62A6" w14:textId="77777777" w:rsidR="00CC172A" w:rsidRPr="000A044E" w:rsidRDefault="00CC172A" w:rsidP="000A044E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Egzamin i zaliczenie z oceną w formie ustnej lub pisemnej, obserwacja w trakcie zajęć</w:t>
            </w:r>
          </w:p>
        </w:tc>
        <w:tc>
          <w:tcPr>
            <w:tcW w:w="2117" w:type="dxa"/>
          </w:tcPr>
          <w:p w14:paraId="303B4B74" w14:textId="77777777" w:rsidR="00CC172A" w:rsidRPr="000A044E" w:rsidRDefault="00B93C67" w:rsidP="00B83E2C">
            <w:pPr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 xml:space="preserve">w, </w:t>
            </w:r>
          </w:p>
        </w:tc>
      </w:tr>
      <w:tr w:rsidR="00CC172A" w:rsidRPr="00286E96" w14:paraId="4C2A2000" w14:textId="77777777" w:rsidTr="00CC172A">
        <w:tc>
          <w:tcPr>
            <w:tcW w:w="1962" w:type="dxa"/>
          </w:tcPr>
          <w:p w14:paraId="0A3BF39C" w14:textId="77777777" w:rsidR="00CC172A" w:rsidRPr="000A044E" w:rsidRDefault="00CC172A" w:rsidP="0066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8FD70E1" w14:textId="77777777" w:rsidR="00CC172A" w:rsidRPr="000A044E" w:rsidRDefault="00CC172A" w:rsidP="006629E3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6DE02CF8" w14:textId="77777777" w:rsidR="00CC172A" w:rsidRPr="000A044E" w:rsidRDefault="00F07B07" w:rsidP="006629E3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w,</w:t>
            </w:r>
          </w:p>
        </w:tc>
      </w:tr>
      <w:tr w:rsidR="00CC172A" w:rsidRPr="00286E96" w14:paraId="2A2BCBF4" w14:textId="77777777" w:rsidTr="00CC172A">
        <w:tc>
          <w:tcPr>
            <w:tcW w:w="1962" w:type="dxa"/>
          </w:tcPr>
          <w:p w14:paraId="071A8E39" w14:textId="77777777" w:rsidR="00CC172A" w:rsidRPr="000A044E" w:rsidRDefault="00CC172A" w:rsidP="0066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14:paraId="20CEDB9A" w14:textId="77777777" w:rsidR="00CC172A" w:rsidRPr="000A044E" w:rsidRDefault="00CC172A" w:rsidP="006629E3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3ACB73F2" w14:textId="77777777" w:rsidR="00CC172A" w:rsidRPr="000A044E" w:rsidRDefault="00F07B07" w:rsidP="006629E3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w,</w:t>
            </w:r>
          </w:p>
        </w:tc>
      </w:tr>
      <w:tr w:rsidR="00CC172A" w:rsidRPr="00286E96" w14:paraId="35E2FFDE" w14:textId="77777777" w:rsidTr="00CC172A">
        <w:tc>
          <w:tcPr>
            <w:tcW w:w="1962" w:type="dxa"/>
          </w:tcPr>
          <w:p w14:paraId="6D3C1C97" w14:textId="77777777" w:rsidR="00CC172A" w:rsidRPr="000A044E" w:rsidRDefault="00CC172A" w:rsidP="0066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044E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14:paraId="3621BB9A" w14:textId="77777777" w:rsidR="00CC172A" w:rsidRPr="000A044E" w:rsidRDefault="00CC172A" w:rsidP="006629E3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4726C867" w14:textId="77777777" w:rsidR="00CC172A" w:rsidRPr="000A044E" w:rsidRDefault="00F07B07" w:rsidP="006629E3">
            <w:pPr>
              <w:spacing w:after="0"/>
              <w:rPr>
                <w:rFonts w:ascii="Corbel" w:hAnsi="Corbel"/>
              </w:rPr>
            </w:pPr>
            <w:r w:rsidRPr="000A044E">
              <w:rPr>
                <w:rFonts w:ascii="Corbel" w:hAnsi="Corbel"/>
              </w:rPr>
              <w:t>w.</w:t>
            </w:r>
          </w:p>
        </w:tc>
      </w:tr>
    </w:tbl>
    <w:p w14:paraId="607EC96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25C5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996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659DBB" w14:textId="77777777" w:rsidTr="2CA97740">
        <w:tc>
          <w:tcPr>
            <w:tcW w:w="9670" w:type="dxa"/>
          </w:tcPr>
          <w:p w14:paraId="62940EEC" w14:textId="2C0F87B2" w:rsidR="0085747A" w:rsidRPr="00A94CC0" w:rsidRDefault="3AF2853A" w:rsidP="1ADB33E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eastAsia="Times New Roman" w:hAnsi="Corbel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368F7A83" w14:textId="31C3F78A" w:rsidR="0085747A" w:rsidRPr="00A94CC0" w:rsidRDefault="3AF2853A" w:rsidP="1ADB33E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="000A044E" w:rsidRPr="00A94CC0">
              <w:rPr>
                <w:rFonts w:ascii="Corbel" w:hAnsi="Corbel" w:cs="Calibri"/>
                <w:sz w:val="24"/>
                <w:szCs w:val="24"/>
              </w:rPr>
              <w:t xml:space="preserve"> oraz aktywne uczestnictwo </w:t>
            </w:r>
            <w:r w:rsidR="000A044E" w:rsidRPr="00A94CC0">
              <w:rPr>
                <w:rFonts w:ascii="Corbel" w:hAnsi="Corbel" w:cs="Calibri"/>
                <w:sz w:val="24"/>
                <w:szCs w:val="24"/>
              </w:rPr>
              <w:br/>
              <w:t>w zajęciach</w:t>
            </w:r>
            <w:r w:rsidRPr="00A94CC0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A94CC0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A94CC0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D1BF3F7" w14:textId="678B1EFF" w:rsidR="0085747A" w:rsidRPr="00A94CC0" w:rsidRDefault="29E61C94" w:rsidP="1ADB33E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00A94CC0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3248A36" w14:textId="10CB1DEC" w:rsidR="0085747A" w:rsidRPr="00A94CC0" w:rsidRDefault="3AF2853A" w:rsidP="1ADB33E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A94CC0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5214E4F" w14:textId="474AD716" w:rsidR="0085747A" w:rsidRPr="00A94CC0" w:rsidRDefault="3AF2853A" w:rsidP="1ADB33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bdb – powyższej 90% poprawnych odpowiedzi, </w:t>
            </w:r>
          </w:p>
          <w:p w14:paraId="361705FA" w14:textId="2F1F19FE" w:rsidR="0085747A" w:rsidRPr="00A94CC0" w:rsidRDefault="3AF2853A" w:rsidP="1ADB33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db – 81 – 89%, </w:t>
            </w:r>
          </w:p>
          <w:p w14:paraId="5F940BED" w14:textId="4DFB2A75" w:rsidR="0085747A" w:rsidRPr="00A94CC0" w:rsidRDefault="3AF2853A" w:rsidP="1ADB33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db –  70 – 80%, </w:t>
            </w:r>
          </w:p>
          <w:p w14:paraId="285432F1" w14:textId="6D055540" w:rsidR="0085747A" w:rsidRPr="00A94CC0" w:rsidRDefault="3AF2853A" w:rsidP="1ADB33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dst – 61 -69%, </w:t>
            </w:r>
          </w:p>
          <w:p w14:paraId="059B0429" w14:textId="154E2011" w:rsidR="0085747A" w:rsidRPr="00A94CC0" w:rsidRDefault="3AF2853A" w:rsidP="1ADB33E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94CC0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dst – 51 – 60%, </w:t>
            </w:r>
          </w:p>
          <w:p w14:paraId="7370E09B" w14:textId="5FD99F3B" w:rsidR="0085747A" w:rsidRPr="006629E3" w:rsidRDefault="3AF2853A" w:rsidP="006629E3">
            <w:pPr>
              <w:spacing w:after="0"/>
            </w:pPr>
            <w:r w:rsidRPr="00A94CC0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ndst.- poniżej 50 %.</w:t>
            </w:r>
          </w:p>
        </w:tc>
      </w:tr>
    </w:tbl>
    <w:p w14:paraId="7160FF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441D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36E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1D39FBE7" w14:textId="77777777" w:rsidTr="005D566A">
        <w:tc>
          <w:tcPr>
            <w:tcW w:w="5132" w:type="dxa"/>
            <w:vAlign w:val="center"/>
          </w:tcPr>
          <w:p w14:paraId="5DF4B5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0FE9F3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A38E9A0" w14:textId="77777777" w:rsidTr="005D566A">
        <w:tc>
          <w:tcPr>
            <w:tcW w:w="5132" w:type="dxa"/>
          </w:tcPr>
          <w:p w14:paraId="548181E4" w14:textId="45FC3CA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D2832FD" w14:textId="51A4846F" w:rsidR="0085747A" w:rsidRPr="009C54AE" w:rsidRDefault="00CC172A" w:rsidP="000A04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4EE017F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  <w:tr w:rsidR="00C61DC5" w:rsidRPr="009C54AE" w14:paraId="6A31ACEA" w14:textId="77777777" w:rsidTr="005D566A">
        <w:tc>
          <w:tcPr>
            <w:tcW w:w="5132" w:type="dxa"/>
          </w:tcPr>
          <w:p w14:paraId="746797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2D38B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2E58524" w14:textId="5E3039E2" w:rsidR="00C61DC5" w:rsidRPr="009C54AE" w:rsidRDefault="6181075F" w:rsidP="54EE017F">
            <w:pPr>
              <w:pStyle w:val="Akapitzlist"/>
              <w:spacing w:after="0" w:line="240" w:lineRule="auto"/>
              <w:ind w:left="0"/>
              <w:jc w:val="center"/>
            </w:pPr>
            <w:r w:rsidRPr="54EE017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A508ED6" w14:textId="77777777" w:rsidTr="005D566A">
        <w:tc>
          <w:tcPr>
            <w:tcW w:w="5132" w:type="dxa"/>
          </w:tcPr>
          <w:p w14:paraId="0EC36A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9CBDE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1D2FB572" w14:textId="08944C5A" w:rsidR="00C61DC5" w:rsidRPr="009C54AE" w:rsidRDefault="6E6BB0EF" w:rsidP="00CC17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4EE017F">
              <w:rPr>
                <w:rFonts w:ascii="Corbel" w:hAnsi="Corbel"/>
                <w:sz w:val="24"/>
                <w:szCs w:val="24"/>
              </w:rPr>
              <w:t>8</w:t>
            </w:r>
            <w:r w:rsidR="635AE3C0" w:rsidRPr="54EE017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612BA6F" w14:textId="77777777" w:rsidTr="005D566A">
        <w:tc>
          <w:tcPr>
            <w:tcW w:w="5132" w:type="dxa"/>
          </w:tcPr>
          <w:p w14:paraId="0F8478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82171AC" w14:textId="77777777" w:rsidR="0085747A" w:rsidRPr="009C54AE" w:rsidRDefault="00CC172A" w:rsidP="00CC17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6C8749B4" w14:textId="77777777" w:rsidTr="005D566A">
        <w:tc>
          <w:tcPr>
            <w:tcW w:w="5132" w:type="dxa"/>
          </w:tcPr>
          <w:p w14:paraId="778724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16844CE9" w14:textId="77777777" w:rsidR="0085747A" w:rsidRPr="009C54AE" w:rsidRDefault="00CC172A" w:rsidP="00CC17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236E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411B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D8020" w14:textId="0A2BC2D9" w:rsidR="0085747A" w:rsidRPr="009C54AE" w:rsidRDefault="007D66F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B90BB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9C54AE" w14:paraId="1699292D" w14:textId="77777777" w:rsidTr="005D566A">
        <w:trPr>
          <w:trHeight w:val="397"/>
        </w:trPr>
        <w:tc>
          <w:tcPr>
            <w:tcW w:w="3715" w:type="dxa"/>
          </w:tcPr>
          <w:p w14:paraId="5F0244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750687EB" w14:textId="6C6D2DBE" w:rsidR="0085747A" w:rsidRPr="009C54AE" w:rsidRDefault="087E64CE" w:rsidP="2CA977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CA9774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68492BBB" w14:textId="77777777" w:rsidTr="005D566A">
        <w:trPr>
          <w:trHeight w:val="397"/>
        </w:trPr>
        <w:tc>
          <w:tcPr>
            <w:tcW w:w="3715" w:type="dxa"/>
          </w:tcPr>
          <w:p w14:paraId="0CCD5E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DBF205C" w14:textId="6ED703ED" w:rsidR="0085747A" w:rsidRPr="009C54AE" w:rsidRDefault="498973F3" w:rsidP="2CA977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CA97740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A1F9B9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A1F1D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C6843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F5C271C" w14:textId="77777777" w:rsidTr="2CA97740">
        <w:trPr>
          <w:trHeight w:val="397"/>
        </w:trPr>
        <w:tc>
          <w:tcPr>
            <w:tcW w:w="7513" w:type="dxa"/>
          </w:tcPr>
          <w:p w14:paraId="44276964" w14:textId="2C033890" w:rsidR="2CA97740" w:rsidRPr="000A044E" w:rsidRDefault="0085747A" w:rsidP="005D566A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2CA97740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E5BCF1D" w14:textId="0721CB79" w:rsidR="00BB7C51" w:rsidRDefault="00BA160C" w:rsidP="005D566A">
            <w:pPr>
              <w:pStyle w:val="Punktygwne"/>
              <w:numPr>
                <w:ilvl w:val="0"/>
                <w:numId w:val="2"/>
              </w:numPr>
              <w:spacing w:before="12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BA160C">
              <w:rPr>
                <w:rFonts w:ascii="Corbel" w:hAnsi="Corbel"/>
                <w:b w:val="0"/>
                <w:smallCaps w:val="0"/>
                <w:szCs w:val="24"/>
              </w:rPr>
              <w:t>P. Litwiński, ODO. Compliance. Praktyczny komentarz z przykładami i orzecznictwem. Praxis, Warszawa 2025.</w:t>
            </w:r>
          </w:p>
          <w:p w14:paraId="57946455" w14:textId="77777777" w:rsidR="00BB7C51" w:rsidRPr="00BB7C51" w:rsidRDefault="00BB7C51" w:rsidP="005D566A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>P. Fajgielski, Prawo ochrony danych osobowych. Zarys wykładu, Warszawa 2019.</w:t>
            </w:r>
          </w:p>
          <w:p w14:paraId="5321E414" w14:textId="64BD93D3" w:rsidR="00BA160C" w:rsidRDefault="00BA160C" w:rsidP="005D566A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>M. Jędrzejczak (red.), Ochrona danych osobowych w prawie publicznym, Warszawa 2021.</w:t>
            </w:r>
          </w:p>
          <w:p w14:paraId="5637A815" w14:textId="10378A1F" w:rsidR="00BA160C" w:rsidRDefault="00BA160C" w:rsidP="005D566A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>P. Fajgielski, Ochrona danych osobowych w administracji publicznej, Warszawa 2021.</w:t>
            </w:r>
          </w:p>
          <w:p w14:paraId="740FAF65" w14:textId="012EC10C" w:rsidR="00BA160C" w:rsidRDefault="00BA160C" w:rsidP="005D566A">
            <w:pPr>
              <w:pStyle w:val="Punktygwne"/>
              <w:numPr>
                <w:ilvl w:val="0"/>
                <w:numId w:val="2"/>
              </w:numPr>
              <w:spacing w:before="0" w:after="0"/>
              <w:ind w:left="339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>I. Kamińska, M. Rozbicka-Ostrowska, Ochrona danych osobowych a prawo do informacji publicznej, Warszawa 2021.</w:t>
            </w:r>
          </w:p>
          <w:p w14:paraId="7237BD0A" w14:textId="48CA095E" w:rsidR="00A824F8" w:rsidRPr="00BB7C51" w:rsidRDefault="00BA160C" w:rsidP="005D566A">
            <w:pPr>
              <w:pStyle w:val="Punktygwne"/>
              <w:numPr>
                <w:ilvl w:val="0"/>
                <w:numId w:val="2"/>
              </w:numPr>
              <w:spacing w:before="0" w:after="120"/>
              <w:ind w:left="33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>J. Taczkowska-Olszewska, M. Nowikowska, Prawo do informacji publicznej. Informacje niejawne. Ochrona danych osobowych, Warszawa 2019.</w:t>
            </w:r>
          </w:p>
        </w:tc>
      </w:tr>
      <w:tr w:rsidR="0085747A" w:rsidRPr="009C54AE" w14:paraId="2CEFBAD9" w14:textId="77777777" w:rsidTr="2CA97740">
        <w:trPr>
          <w:trHeight w:val="397"/>
        </w:trPr>
        <w:tc>
          <w:tcPr>
            <w:tcW w:w="7513" w:type="dxa"/>
          </w:tcPr>
          <w:p w14:paraId="14AAC46B" w14:textId="49155FDC" w:rsidR="2CA97740" w:rsidRPr="000A044E" w:rsidRDefault="0085747A" w:rsidP="005D566A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2CA9774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34CBB7D" w14:textId="7FF3537C" w:rsidR="00BB7C51" w:rsidRDefault="00BB7C51" w:rsidP="005D566A">
            <w:pPr>
              <w:pStyle w:val="Punktygwne"/>
              <w:numPr>
                <w:ilvl w:val="0"/>
                <w:numId w:val="3"/>
              </w:numPr>
              <w:spacing w:before="120" w:after="0"/>
              <w:ind w:left="339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>M. Gumularz, Ochrona danych osobowych w sektorze publicznym, Warszawa 2018.</w:t>
            </w:r>
          </w:p>
          <w:p w14:paraId="61C1A84A" w14:textId="38AA35A9" w:rsidR="00BB7C51" w:rsidRDefault="00BB7C51" w:rsidP="005D566A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>J. Feliński, Ochrona danych osobowych w oświacie, Warszawa 2018.</w:t>
            </w:r>
          </w:p>
          <w:p w14:paraId="13759889" w14:textId="2B3FB7D9" w:rsidR="00BB7C51" w:rsidRDefault="00BB7C51" w:rsidP="005D566A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>M. Nowak, Z. Tokarzewska-Żarna Ochrona danych osobowych w spółdzielni i wspólnocie mieszkaniowej, Warszawa 2018.</w:t>
            </w:r>
          </w:p>
          <w:p w14:paraId="7F5BA76D" w14:textId="732639BB" w:rsidR="00BB7C51" w:rsidRDefault="00BB7C51" w:rsidP="005D566A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 xml:space="preserve">M. Gumularz, P. Kozik, Ochrona danych osobowych: kontrola </w:t>
            </w:r>
            <w:r w:rsidR="005D566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B7C51">
              <w:rPr>
                <w:rFonts w:ascii="Corbel" w:hAnsi="Corbel"/>
                <w:b w:val="0"/>
                <w:smallCaps w:val="0"/>
                <w:szCs w:val="24"/>
              </w:rPr>
              <w:t>i postępowanie w sprawie naruszenia przepisów, Warszawa 2019.</w:t>
            </w:r>
          </w:p>
          <w:p w14:paraId="26461A41" w14:textId="29366AE0" w:rsidR="00BB7C51" w:rsidRDefault="00BB7C51" w:rsidP="005D566A">
            <w:pPr>
              <w:pStyle w:val="Punktygwne"/>
              <w:numPr>
                <w:ilvl w:val="0"/>
                <w:numId w:val="3"/>
              </w:numPr>
              <w:spacing w:before="0" w:after="0"/>
              <w:ind w:left="339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 xml:space="preserve"> J. Kurek, J. Taczkowska-Olszewska, Ochrona danych osobowych jako realizacja zadań w obszarze bezpieczeństwa państwa, Warszawa 2020.</w:t>
            </w:r>
          </w:p>
          <w:p w14:paraId="203F06AC" w14:textId="354D5798" w:rsidR="00A824F8" w:rsidRPr="00BB7C51" w:rsidRDefault="00BB7C51" w:rsidP="005D566A">
            <w:pPr>
              <w:pStyle w:val="Punktygwne"/>
              <w:numPr>
                <w:ilvl w:val="0"/>
                <w:numId w:val="3"/>
              </w:numPr>
              <w:spacing w:before="0" w:after="120"/>
              <w:ind w:left="340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BB7C51">
              <w:rPr>
                <w:rFonts w:ascii="Corbel" w:hAnsi="Corbel"/>
                <w:b w:val="0"/>
                <w:smallCaps w:val="0"/>
                <w:szCs w:val="24"/>
              </w:rPr>
              <w:t xml:space="preserve">J. Taczkowska-Olszewska, K. Chałubińska-Jentkiewicz, </w:t>
            </w:r>
            <w:r w:rsidR="005D566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B7C51">
              <w:rPr>
                <w:rFonts w:ascii="Corbel" w:hAnsi="Corbel"/>
                <w:b w:val="0"/>
                <w:smallCaps w:val="0"/>
                <w:szCs w:val="24"/>
              </w:rPr>
              <w:t>M. Nowikowska, Retencja, migracja i przepływy danych w cyberprzestrzeni: ochrona danych osobowych w systemie bezpieczeństwa państwa, Warszawa 2019</w:t>
            </w:r>
            <w:r w:rsidR="7FE65271" w:rsidRPr="00BB7C51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03DFD0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65A2E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C1D6F" w14:textId="77777777" w:rsidR="002647DD" w:rsidRDefault="002647DD" w:rsidP="00C16ABF">
      <w:pPr>
        <w:spacing w:after="0" w:line="240" w:lineRule="auto"/>
      </w:pPr>
      <w:r>
        <w:separator/>
      </w:r>
    </w:p>
  </w:endnote>
  <w:endnote w:type="continuationSeparator" w:id="0">
    <w:p w14:paraId="7B392A1A" w14:textId="77777777" w:rsidR="002647DD" w:rsidRDefault="002647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60C3F" w14:textId="77777777" w:rsidR="002647DD" w:rsidRDefault="002647DD" w:rsidP="00C16ABF">
      <w:pPr>
        <w:spacing w:after="0" w:line="240" w:lineRule="auto"/>
      </w:pPr>
      <w:r>
        <w:separator/>
      </w:r>
    </w:p>
  </w:footnote>
  <w:footnote w:type="continuationSeparator" w:id="0">
    <w:p w14:paraId="220BDF1D" w14:textId="77777777" w:rsidR="002647DD" w:rsidRDefault="002647DD" w:rsidP="00C16ABF">
      <w:pPr>
        <w:spacing w:after="0" w:line="240" w:lineRule="auto"/>
      </w:pPr>
      <w:r>
        <w:continuationSeparator/>
      </w:r>
    </w:p>
  </w:footnote>
  <w:footnote w:id="1">
    <w:p w14:paraId="526D98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D795F3E"/>
    <w:multiLevelType w:val="hybridMultilevel"/>
    <w:tmpl w:val="23FA7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D4761"/>
    <w:multiLevelType w:val="hybridMultilevel"/>
    <w:tmpl w:val="261C7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441026">
    <w:abstractNumId w:val="0"/>
  </w:num>
  <w:num w:numId="2" w16cid:durableId="442847786">
    <w:abstractNumId w:val="2"/>
  </w:num>
  <w:num w:numId="3" w16cid:durableId="193319927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869"/>
    <w:rsid w:val="000048FD"/>
    <w:rsid w:val="000077B4"/>
    <w:rsid w:val="000114E3"/>
    <w:rsid w:val="00015B8F"/>
    <w:rsid w:val="00022ECE"/>
    <w:rsid w:val="00042A51"/>
    <w:rsid w:val="00042D2E"/>
    <w:rsid w:val="00044C82"/>
    <w:rsid w:val="00070ED6"/>
    <w:rsid w:val="000742DC"/>
    <w:rsid w:val="00084C12"/>
    <w:rsid w:val="000908AA"/>
    <w:rsid w:val="0009462C"/>
    <w:rsid w:val="00094B12"/>
    <w:rsid w:val="00096C46"/>
    <w:rsid w:val="000A044E"/>
    <w:rsid w:val="000A296F"/>
    <w:rsid w:val="000A2A28"/>
    <w:rsid w:val="000A3CDF"/>
    <w:rsid w:val="000B192D"/>
    <w:rsid w:val="000B28EE"/>
    <w:rsid w:val="000B3E37"/>
    <w:rsid w:val="000B536C"/>
    <w:rsid w:val="000D04B0"/>
    <w:rsid w:val="000D7D34"/>
    <w:rsid w:val="000F1C57"/>
    <w:rsid w:val="000F5615"/>
    <w:rsid w:val="001008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7ED"/>
    <w:rsid w:val="002144C0"/>
    <w:rsid w:val="0022477D"/>
    <w:rsid w:val="002278A9"/>
    <w:rsid w:val="002336F9"/>
    <w:rsid w:val="0024028F"/>
    <w:rsid w:val="002412F2"/>
    <w:rsid w:val="00244ABC"/>
    <w:rsid w:val="002647DD"/>
    <w:rsid w:val="00281FF2"/>
    <w:rsid w:val="002857DE"/>
    <w:rsid w:val="00287366"/>
    <w:rsid w:val="00291567"/>
    <w:rsid w:val="002A22BF"/>
    <w:rsid w:val="002A2389"/>
    <w:rsid w:val="002A671D"/>
    <w:rsid w:val="002B4D55"/>
    <w:rsid w:val="002B5551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027"/>
    <w:rsid w:val="00363F78"/>
    <w:rsid w:val="003728BD"/>
    <w:rsid w:val="00396AED"/>
    <w:rsid w:val="003A0A5B"/>
    <w:rsid w:val="003A1176"/>
    <w:rsid w:val="003C0BAE"/>
    <w:rsid w:val="003C65DC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A8E"/>
    <w:rsid w:val="0047598D"/>
    <w:rsid w:val="004840FD"/>
    <w:rsid w:val="00490F7D"/>
    <w:rsid w:val="00491678"/>
    <w:rsid w:val="004968E2"/>
    <w:rsid w:val="004A3EEA"/>
    <w:rsid w:val="004A4D1F"/>
    <w:rsid w:val="004B3C7F"/>
    <w:rsid w:val="004D5282"/>
    <w:rsid w:val="004E4ED2"/>
    <w:rsid w:val="004E550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1EE"/>
    <w:rsid w:val="0059484D"/>
    <w:rsid w:val="005A0855"/>
    <w:rsid w:val="005A133C"/>
    <w:rsid w:val="005A3196"/>
    <w:rsid w:val="005C080F"/>
    <w:rsid w:val="005C55E5"/>
    <w:rsid w:val="005C696A"/>
    <w:rsid w:val="005D56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9E3"/>
    <w:rsid w:val="00665BA6"/>
    <w:rsid w:val="00671958"/>
    <w:rsid w:val="00675843"/>
    <w:rsid w:val="00696477"/>
    <w:rsid w:val="006D050F"/>
    <w:rsid w:val="006D146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4C"/>
    <w:rsid w:val="0078168C"/>
    <w:rsid w:val="00787C2A"/>
    <w:rsid w:val="00790E27"/>
    <w:rsid w:val="007A4022"/>
    <w:rsid w:val="007A6E6E"/>
    <w:rsid w:val="007B6013"/>
    <w:rsid w:val="007C3299"/>
    <w:rsid w:val="007C3BCC"/>
    <w:rsid w:val="007C4546"/>
    <w:rsid w:val="007D66FA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883"/>
    <w:rsid w:val="008E64F4"/>
    <w:rsid w:val="008F12C9"/>
    <w:rsid w:val="008F14DF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5E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8"/>
    <w:rsid w:val="00A84C85"/>
    <w:rsid w:val="00A94CC0"/>
    <w:rsid w:val="00A97DE1"/>
    <w:rsid w:val="00AB00EF"/>
    <w:rsid w:val="00AB053C"/>
    <w:rsid w:val="00AD10CF"/>
    <w:rsid w:val="00AD1146"/>
    <w:rsid w:val="00AD1202"/>
    <w:rsid w:val="00AD27D3"/>
    <w:rsid w:val="00AD66D6"/>
    <w:rsid w:val="00AE1160"/>
    <w:rsid w:val="00AE203C"/>
    <w:rsid w:val="00AE2E74"/>
    <w:rsid w:val="00AE4808"/>
    <w:rsid w:val="00AE5FCB"/>
    <w:rsid w:val="00AF2C1E"/>
    <w:rsid w:val="00B06142"/>
    <w:rsid w:val="00B135B1"/>
    <w:rsid w:val="00B16F8A"/>
    <w:rsid w:val="00B3130B"/>
    <w:rsid w:val="00B40ADB"/>
    <w:rsid w:val="00B43B77"/>
    <w:rsid w:val="00B43E80"/>
    <w:rsid w:val="00B554A3"/>
    <w:rsid w:val="00B607DB"/>
    <w:rsid w:val="00B66529"/>
    <w:rsid w:val="00B75946"/>
    <w:rsid w:val="00B8056E"/>
    <w:rsid w:val="00B819C8"/>
    <w:rsid w:val="00B82308"/>
    <w:rsid w:val="00B83E2C"/>
    <w:rsid w:val="00B90885"/>
    <w:rsid w:val="00B93C67"/>
    <w:rsid w:val="00BA160C"/>
    <w:rsid w:val="00BB520A"/>
    <w:rsid w:val="00BB7C5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C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72A"/>
    <w:rsid w:val="00CD6897"/>
    <w:rsid w:val="00CE0D0C"/>
    <w:rsid w:val="00CE383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958"/>
    <w:rsid w:val="00D8678B"/>
    <w:rsid w:val="00DA2114"/>
    <w:rsid w:val="00DC14E2"/>
    <w:rsid w:val="00DD1D27"/>
    <w:rsid w:val="00DE09C0"/>
    <w:rsid w:val="00DE4A14"/>
    <w:rsid w:val="00DF320D"/>
    <w:rsid w:val="00DF71C8"/>
    <w:rsid w:val="00E03793"/>
    <w:rsid w:val="00E129B8"/>
    <w:rsid w:val="00E21E7D"/>
    <w:rsid w:val="00E22FBC"/>
    <w:rsid w:val="00E24BF5"/>
    <w:rsid w:val="00E25338"/>
    <w:rsid w:val="00E432E6"/>
    <w:rsid w:val="00E51E44"/>
    <w:rsid w:val="00E63348"/>
    <w:rsid w:val="00E742AA"/>
    <w:rsid w:val="00E77E88"/>
    <w:rsid w:val="00E8107D"/>
    <w:rsid w:val="00E95D1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C31"/>
    <w:rsid w:val="00F070AB"/>
    <w:rsid w:val="00F07B07"/>
    <w:rsid w:val="00F17567"/>
    <w:rsid w:val="00F27A7B"/>
    <w:rsid w:val="00F526AF"/>
    <w:rsid w:val="00F617C3"/>
    <w:rsid w:val="00F7066B"/>
    <w:rsid w:val="00F83B28"/>
    <w:rsid w:val="00F8441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7E64CE"/>
    <w:rsid w:val="1040384E"/>
    <w:rsid w:val="1ADB33E6"/>
    <w:rsid w:val="29E61C94"/>
    <w:rsid w:val="2CA97740"/>
    <w:rsid w:val="2EBF74AA"/>
    <w:rsid w:val="3676BD3A"/>
    <w:rsid w:val="383FA41A"/>
    <w:rsid w:val="388BB352"/>
    <w:rsid w:val="3AF2853A"/>
    <w:rsid w:val="498973F3"/>
    <w:rsid w:val="4FEBB336"/>
    <w:rsid w:val="513310CC"/>
    <w:rsid w:val="54EE017F"/>
    <w:rsid w:val="5B87DCC0"/>
    <w:rsid w:val="6181075F"/>
    <w:rsid w:val="635AE3C0"/>
    <w:rsid w:val="64FFE7C5"/>
    <w:rsid w:val="6E6BB0EF"/>
    <w:rsid w:val="75B001FA"/>
    <w:rsid w:val="77778BAD"/>
    <w:rsid w:val="7FE6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FAE2"/>
  <w15:docId w15:val="{F14D4333-D45B-4788-B383-13FF0CB8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76396-5986-47DB-BCA5-59344F04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1211</Words>
  <Characters>7268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8</cp:revision>
  <cp:lastPrinted>2025-09-30T07:13:00Z</cp:lastPrinted>
  <dcterms:created xsi:type="dcterms:W3CDTF">2025-09-19T23:41:00Z</dcterms:created>
  <dcterms:modified xsi:type="dcterms:W3CDTF">2025-11-13T08:06:00Z</dcterms:modified>
</cp:coreProperties>
</file>